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F1A12" w14:textId="77777777" w:rsidR="004A2CDD" w:rsidRPr="00251520" w:rsidRDefault="009B0535" w:rsidP="009B0535">
      <w:pPr>
        <w:pStyle w:val="Titel"/>
      </w:pPr>
      <w:r>
        <w:t>Praxisauftrag</w:t>
      </w:r>
    </w:p>
    <w:p w14:paraId="46B80319" w14:textId="1DCEF9AD" w:rsidR="00A825D2" w:rsidRPr="00A825D2" w:rsidRDefault="001461C6" w:rsidP="009B4E47">
      <w:pPr>
        <w:pStyle w:val="Thema"/>
        <w:spacing w:after="120"/>
      </w:pPr>
      <w:r>
        <w:t>Talente, Stärken und Schwächen entdecken</w:t>
      </w:r>
    </w:p>
    <w:p w14:paraId="1C5BB8C4" w14:textId="04C463C0" w:rsidR="00A532CF" w:rsidRPr="009B0535" w:rsidRDefault="009B4E47" w:rsidP="00A532CF">
      <w:pPr>
        <w:rPr>
          <w:b/>
          <w:bCs/>
        </w:rPr>
      </w:pPr>
      <w:r w:rsidRPr="009B0535">
        <w:rPr>
          <w:b/>
          <w:bCs/>
        </w:rPr>
        <w:t xml:space="preserve">Handlungskompetenz </w:t>
      </w:r>
      <w:r w:rsidR="001461C6">
        <w:rPr>
          <w:b/>
          <w:bCs/>
        </w:rPr>
        <w:t>a1: Kaufmännische Kompetenzentwicklung überprüfen und weiterentwickeln</w:t>
      </w:r>
    </w:p>
    <w:p w14:paraId="05CBF326" w14:textId="77777777" w:rsidR="00A532CF" w:rsidRDefault="00A532CF" w:rsidP="00A532CF"/>
    <w:p w14:paraId="7C3BB844" w14:textId="77777777" w:rsidR="00A532CF" w:rsidRDefault="00C7659B" w:rsidP="00D2699C">
      <w:pPr>
        <w:pStyle w:val="Untertitel"/>
      </w:pPr>
      <w:r>
        <w:t>Ausgangslage</w:t>
      </w:r>
    </w:p>
    <w:p w14:paraId="0A994693" w14:textId="2D6098F1" w:rsidR="001461C6" w:rsidRDefault="001461C6" w:rsidP="001461C6">
      <w:r>
        <w:t xml:space="preserve">Für deine eigene Entwicklung ist es zentral, dass du deine Stärken und Schwächen kennst, denn nur so kannst du dich verbessern und an dir arbeiten. Ausserdem gelingt es dir damit besser, dich für einen beruflichen Weg zu entscheiden, der dir auch wirklich Freude bereitet. Nutze diesen Praxisauftrag, um deine ganz persönlichen Talente, Stärken und Schwächen zu entdecken. </w:t>
      </w:r>
    </w:p>
    <w:p w14:paraId="50FFB931" w14:textId="77777777" w:rsidR="007D47FB" w:rsidRDefault="007D47FB" w:rsidP="00E87A99"/>
    <w:p w14:paraId="7D705C4C"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1B9820D3" w14:textId="77777777" w:rsidTr="000D367A">
        <w:trPr>
          <w:cnfStyle w:val="100000000000" w:firstRow="1" w:lastRow="0" w:firstColumn="0" w:lastColumn="0" w:oddVBand="0" w:evenVBand="0" w:oddHBand="0" w:evenHBand="0" w:firstRowFirstColumn="0" w:firstRowLastColumn="0" w:lastRowFirstColumn="0" w:lastRowLastColumn="0"/>
        </w:trPr>
        <w:tc>
          <w:tcPr>
            <w:tcW w:w="1518" w:type="dxa"/>
          </w:tcPr>
          <w:p w14:paraId="5A91C518" w14:textId="77777777" w:rsidR="00E966C7" w:rsidRDefault="00E966C7" w:rsidP="00C7659B"/>
        </w:tc>
        <w:tc>
          <w:tcPr>
            <w:tcW w:w="5908" w:type="dxa"/>
          </w:tcPr>
          <w:p w14:paraId="254322BB" w14:textId="77777777" w:rsidR="00E966C7" w:rsidRDefault="00E966C7" w:rsidP="00C7659B"/>
        </w:tc>
      </w:tr>
      <w:tr w:rsidR="00E966C7" w14:paraId="6936B8F2" w14:textId="77777777" w:rsidTr="000D367A">
        <w:tc>
          <w:tcPr>
            <w:tcW w:w="1518" w:type="dxa"/>
          </w:tcPr>
          <w:p w14:paraId="362FFDAB" w14:textId="77777777" w:rsidR="00E966C7" w:rsidRDefault="00E966C7" w:rsidP="00C7659B">
            <w:r>
              <w:t>Teilaufgabe 1:</w:t>
            </w:r>
          </w:p>
        </w:tc>
        <w:tc>
          <w:tcPr>
            <w:tcW w:w="5908" w:type="dxa"/>
          </w:tcPr>
          <w:p w14:paraId="2C682BD0" w14:textId="380D491D" w:rsidR="004F5235" w:rsidRDefault="001461C6" w:rsidP="00DD1533">
            <w:r>
              <w:t xml:space="preserve">Ruf dir die vergangenen </w:t>
            </w:r>
            <w:r w:rsidR="00E32BAB">
              <w:t>sechs</w:t>
            </w:r>
            <w:r>
              <w:t xml:space="preserve"> Monate im Betrieb, in der Berufsfachschule und in den </w:t>
            </w:r>
            <w:proofErr w:type="spellStart"/>
            <w:r>
              <w:t>üKs</w:t>
            </w:r>
            <w:proofErr w:type="spellEnd"/>
            <w:r>
              <w:t xml:space="preserve"> in Erinnerung und</w:t>
            </w:r>
            <w:r w:rsidR="00BF55CA">
              <w:t xml:space="preserve"> werte sie aus.</w:t>
            </w:r>
            <w:r>
              <w:t xml:space="preserve"> </w:t>
            </w:r>
            <w:r w:rsidR="00BF55CA">
              <w:t>Be</w:t>
            </w:r>
            <w:r w:rsidR="000D367A">
              <w:t>an</w:t>
            </w:r>
            <w:r w:rsidR="00BF55CA">
              <w:t xml:space="preserve">tworte </w:t>
            </w:r>
            <w:r>
              <w:t>dir</w:t>
            </w:r>
            <w:r w:rsidR="00BF55CA">
              <w:t xml:space="preserve"> dazu</w:t>
            </w:r>
            <w:r>
              <w:t xml:space="preserve"> die folgenden Fragen:</w:t>
            </w:r>
          </w:p>
          <w:p w14:paraId="3F62C0D0" w14:textId="77777777" w:rsidR="001461C6" w:rsidRDefault="001461C6" w:rsidP="001461C6">
            <w:pPr>
              <w:pStyle w:val="Aufzhlungszeichen"/>
            </w:pPr>
            <w:r>
              <w:t>Was kann ich besonders gut?</w:t>
            </w:r>
          </w:p>
          <w:p w14:paraId="69D9402B" w14:textId="77777777" w:rsidR="001461C6" w:rsidRDefault="001461C6" w:rsidP="001461C6">
            <w:pPr>
              <w:pStyle w:val="Aufzhlungszeichen"/>
            </w:pPr>
            <w:r>
              <w:t>Was macht mir am meisten Spass bei der Arbeit?</w:t>
            </w:r>
          </w:p>
          <w:p w14:paraId="66636EDF" w14:textId="77777777" w:rsidR="001461C6" w:rsidRDefault="001461C6" w:rsidP="001461C6">
            <w:pPr>
              <w:pStyle w:val="Aufzhlungszeichen"/>
            </w:pPr>
            <w:r>
              <w:t>Wo stolpere ich immer wieder über die gleichen Probleme?</w:t>
            </w:r>
          </w:p>
          <w:p w14:paraId="39170FF7" w14:textId="0DD51FF4" w:rsidR="001461C6" w:rsidRDefault="001461C6" w:rsidP="001461C6">
            <w:pPr>
              <w:pStyle w:val="Aufzhlungszeichen"/>
            </w:pPr>
            <w:r>
              <w:t>In welchen Situationen bekomme ich immer super Rückmeldungen?</w:t>
            </w:r>
          </w:p>
          <w:p w14:paraId="43719774" w14:textId="77777777" w:rsidR="001461C6" w:rsidRDefault="001461C6" w:rsidP="001461C6">
            <w:pPr>
              <w:pStyle w:val="Aufzhlungszeichen"/>
            </w:pPr>
            <w:r>
              <w:t>Worin sehe ich einen Sinn?</w:t>
            </w:r>
          </w:p>
          <w:p w14:paraId="6E382EB8" w14:textId="77777777" w:rsidR="000D367A" w:rsidRDefault="000D367A" w:rsidP="000D367A">
            <w:pPr>
              <w:pStyle w:val="Aufzhlungszeichen"/>
              <w:numPr>
                <w:ilvl w:val="0"/>
                <w:numId w:val="0"/>
              </w:numPr>
            </w:pPr>
          </w:p>
          <w:p w14:paraId="6A2359BE" w14:textId="02AFFDDF" w:rsidR="000D367A" w:rsidRDefault="000D367A" w:rsidP="000D367A">
            <w:pPr>
              <w:pStyle w:val="Aufzhlungszeichen"/>
              <w:numPr>
                <w:ilvl w:val="0"/>
                <w:numId w:val="0"/>
              </w:numPr>
            </w:pPr>
            <w:r>
              <w:t xml:space="preserve">Es gibt auch noch weitere </w:t>
            </w:r>
            <w:r w:rsidR="00E355B2">
              <w:t xml:space="preserve">sinnvolle und individuelle </w:t>
            </w:r>
            <w:r>
              <w:t xml:space="preserve">Fragen, die du dir stellen kannst. Schau im Intranet oder in den betrieblichen Unterlagen nach, ob es dort </w:t>
            </w:r>
            <w:r w:rsidR="00E355B2">
              <w:t>ein internes Dokument mit Reflexionsfragen gibt.</w:t>
            </w:r>
          </w:p>
        </w:tc>
      </w:tr>
      <w:tr w:rsidR="00071546" w14:paraId="3E819939" w14:textId="77777777" w:rsidTr="000D367A">
        <w:tc>
          <w:tcPr>
            <w:tcW w:w="1518" w:type="dxa"/>
          </w:tcPr>
          <w:p w14:paraId="7361FD78" w14:textId="77777777" w:rsidR="00071546" w:rsidRDefault="00BA281F" w:rsidP="00F6264E">
            <w:r>
              <w:t>Teilaufgabe 2</w:t>
            </w:r>
            <w:r w:rsidR="00071546">
              <w:t>:</w:t>
            </w:r>
          </w:p>
        </w:tc>
        <w:tc>
          <w:tcPr>
            <w:tcW w:w="5908" w:type="dxa"/>
          </w:tcPr>
          <w:p w14:paraId="1145D178" w14:textId="70BAB56C" w:rsidR="00071546" w:rsidRDefault="001461C6" w:rsidP="00DE3BD1">
            <w:r>
              <w:t>Erstell</w:t>
            </w:r>
            <w:r w:rsidR="00E32BAB">
              <w:t>e</w:t>
            </w:r>
            <w:r>
              <w:t xml:space="preserve"> aus deinen Antworten aus Teilaufgabe 1 eine </w:t>
            </w:r>
            <w:r w:rsidR="000D367A">
              <w:t>Übersicht</w:t>
            </w:r>
            <w:r>
              <w:t>, in der du deine Talente, Stärken und Schwächen aufnimmst.</w:t>
            </w:r>
          </w:p>
        </w:tc>
      </w:tr>
      <w:tr w:rsidR="000D367A" w14:paraId="0A498C13" w14:textId="77777777" w:rsidTr="000D367A">
        <w:tc>
          <w:tcPr>
            <w:tcW w:w="1518" w:type="dxa"/>
          </w:tcPr>
          <w:p w14:paraId="21AB66E5" w14:textId="1A03C874" w:rsidR="000D367A" w:rsidRDefault="000D367A" w:rsidP="000D367A">
            <w:r>
              <w:lastRenderedPageBreak/>
              <w:t>Teilaufgabe 3:</w:t>
            </w:r>
          </w:p>
        </w:tc>
        <w:tc>
          <w:tcPr>
            <w:tcW w:w="5908" w:type="dxa"/>
          </w:tcPr>
          <w:p w14:paraId="47971691" w14:textId="45CEF2E9" w:rsidR="000D367A" w:rsidRPr="00E97D64" w:rsidRDefault="000D367A" w:rsidP="000D367A">
            <w:pPr>
              <w:rPr>
                <w:color w:val="auto"/>
              </w:rPr>
            </w:pPr>
            <w:r>
              <w:rPr>
                <w:color w:val="auto"/>
              </w:rPr>
              <w:t>Überlege dir, welche Möglichkeiten es für dich gibt, um dich weiter in den Tätigkeiten zu vertiefen, die dir gefallen und die dir leichtfallen. Leite ausserdem Massnahmen ab für die Tätigkeiten, bei denen du noch Schwierigkeiten hast.</w:t>
            </w:r>
          </w:p>
        </w:tc>
      </w:tr>
      <w:tr w:rsidR="000D367A" w14:paraId="4E25703F" w14:textId="77777777" w:rsidTr="000D367A">
        <w:tc>
          <w:tcPr>
            <w:tcW w:w="1518" w:type="dxa"/>
          </w:tcPr>
          <w:p w14:paraId="0CDFF521" w14:textId="73498F1E" w:rsidR="000D367A" w:rsidRDefault="000D367A" w:rsidP="000D367A">
            <w:r>
              <w:t>Teilaufgabe 4:</w:t>
            </w:r>
          </w:p>
        </w:tc>
        <w:tc>
          <w:tcPr>
            <w:tcW w:w="5908" w:type="dxa"/>
          </w:tcPr>
          <w:p w14:paraId="06CBA92A" w14:textId="3775AB34" w:rsidR="000D367A" w:rsidRDefault="000D367A" w:rsidP="000D367A">
            <w:r w:rsidRPr="00E97D64">
              <w:rPr>
                <w:color w:val="auto"/>
              </w:rPr>
              <w:t>Dokumentiere und reflektiere deine Ergebnisse in deiner Lerndokumentation.</w:t>
            </w:r>
          </w:p>
        </w:tc>
      </w:tr>
    </w:tbl>
    <w:p w14:paraId="0D4FFF60" w14:textId="77777777" w:rsidR="009B59A7" w:rsidRDefault="009B59A7" w:rsidP="009B59A7"/>
    <w:p w14:paraId="5104BB39" w14:textId="77777777" w:rsidR="00C7659B" w:rsidRDefault="00D2699C" w:rsidP="00D2699C">
      <w:pPr>
        <w:pStyle w:val="Untertitel"/>
      </w:pPr>
      <w:r>
        <w:t>Hinweise zur Lösung</w:t>
      </w:r>
    </w:p>
    <w:p w14:paraId="6BB4FF6D" w14:textId="599324AF" w:rsidR="009B59A7" w:rsidRDefault="001461C6" w:rsidP="00C7659B">
      <w:r>
        <w:t>Deine Talente liegen sehr wahrscheinlich dort, wo du ohne grosse Anstrengung gut bist, wo du einen Sinn siehst und wobei du Spass hast.</w:t>
      </w:r>
    </w:p>
    <w:p w14:paraId="0EAE14C8" w14:textId="77777777" w:rsidR="000D367A" w:rsidRDefault="000D367A" w:rsidP="000F0474">
      <w:pPr>
        <w:pStyle w:val="Untertitel"/>
      </w:pPr>
    </w:p>
    <w:p w14:paraId="3B65A014" w14:textId="6804794B" w:rsidR="000F0474" w:rsidRDefault="000F0474" w:rsidP="000F0474">
      <w:pPr>
        <w:pStyle w:val="Untertitel"/>
      </w:pPr>
      <w:r>
        <w:t>Organisation</w:t>
      </w:r>
    </w:p>
    <w:p w14:paraId="44BAE878" w14:textId="77777777" w:rsidR="000F0474" w:rsidRDefault="000F0474" w:rsidP="000F0474">
      <w:r>
        <w:t>Führe deinen Praxisauftrag direkt in deinem Arbeitsalltag anhand eines konkreten Falls oder einer konkreten Situation aus der Praxis aus.</w:t>
      </w:r>
    </w:p>
    <w:p w14:paraId="51752F31" w14:textId="77777777" w:rsidR="000F0474" w:rsidRDefault="000F0474" w:rsidP="000F0474"/>
    <w:p w14:paraId="17A03E59" w14:textId="77777777" w:rsidR="000F0474" w:rsidRDefault="000F0474" w:rsidP="000F0474">
      <w:r>
        <w:t>Für die Dokumentation deines Vorgehens benötigst du je nach Aufwand zwischen 30 und 90 Minuten.</w:t>
      </w:r>
    </w:p>
    <w:p w14:paraId="3A586DA3" w14:textId="77777777" w:rsidR="000F0474" w:rsidRPr="00C7659B" w:rsidRDefault="000F0474" w:rsidP="00C7659B"/>
    <w:sectPr w:rsidR="000F0474" w:rsidRPr="00C7659B" w:rsidSect="00392737">
      <w:headerReference w:type="even" r:id="rId11"/>
      <w:headerReference w:type="default" r:id="rId12"/>
      <w:footerReference w:type="even" r:id="rId13"/>
      <w:footerReference w:type="default" r:id="rId14"/>
      <w:headerReference w:type="first" r:id="rId15"/>
      <w:footerReference w:type="first" r:id="rId16"/>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39671" w14:textId="77777777" w:rsidR="001461C6" w:rsidRDefault="001461C6" w:rsidP="00534DD6">
      <w:pPr>
        <w:spacing w:line="240" w:lineRule="auto"/>
      </w:pPr>
      <w:r>
        <w:separator/>
      </w:r>
    </w:p>
    <w:p w14:paraId="390F45B1" w14:textId="77777777" w:rsidR="001461C6" w:rsidRDefault="001461C6"/>
  </w:endnote>
  <w:endnote w:type="continuationSeparator" w:id="0">
    <w:p w14:paraId="5DDEEBA3" w14:textId="77777777" w:rsidR="001461C6" w:rsidRDefault="001461C6" w:rsidP="00534DD6">
      <w:pPr>
        <w:spacing w:line="240" w:lineRule="auto"/>
      </w:pPr>
      <w:r>
        <w:continuationSeparator/>
      </w:r>
    </w:p>
    <w:p w14:paraId="4C02BACF" w14:textId="77777777" w:rsidR="001461C6" w:rsidRDefault="00146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938E5" w14:textId="77777777" w:rsidR="000F0474" w:rsidRDefault="000F04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3D794" w14:textId="6CD4086C"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0F0474">
      <w:rPr>
        <w:sz w:val="16"/>
        <w:szCs w:val="16"/>
      </w:rPr>
      <w:t>Talente, Stärken und Schwächen entdecken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D9055F" w:rsidRPr="00D9055F">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D9055F" w:rsidRPr="00D9055F">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3D790" w14:textId="77777777" w:rsidR="000F0474" w:rsidRDefault="000F04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20684" w14:textId="77777777" w:rsidR="001461C6" w:rsidRDefault="001461C6" w:rsidP="00534DD6">
      <w:pPr>
        <w:spacing w:line="240" w:lineRule="auto"/>
      </w:pPr>
      <w:r>
        <w:separator/>
      </w:r>
    </w:p>
    <w:p w14:paraId="6110D0FD" w14:textId="77777777" w:rsidR="001461C6" w:rsidRDefault="001461C6"/>
  </w:footnote>
  <w:footnote w:type="continuationSeparator" w:id="0">
    <w:p w14:paraId="594C3083" w14:textId="77777777" w:rsidR="001461C6" w:rsidRDefault="001461C6" w:rsidP="00534DD6">
      <w:pPr>
        <w:spacing w:line="240" w:lineRule="auto"/>
      </w:pPr>
      <w:r>
        <w:continuationSeparator/>
      </w:r>
    </w:p>
    <w:p w14:paraId="5AEDE5CF" w14:textId="77777777" w:rsidR="001461C6" w:rsidRDefault="00146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57BBD" w14:textId="77777777" w:rsidR="000F0474" w:rsidRDefault="000F04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6EB5E" w14:textId="77777777" w:rsidR="000F0474" w:rsidRDefault="000F04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C30F9" w14:textId="77777777" w:rsidR="000F0474" w:rsidRDefault="000F04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defaultTabStop w:val="709"/>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1C6"/>
    <w:rsid w:val="00007807"/>
    <w:rsid w:val="00040FAB"/>
    <w:rsid w:val="00051D3C"/>
    <w:rsid w:val="000527DA"/>
    <w:rsid w:val="0006080E"/>
    <w:rsid w:val="00071546"/>
    <w:rsid w:val="00077DD2"/>
    <w:rsid w:val="00086A2C"/>
    <w:rsid w:val="000B16EA"/>
    <w:rsid w:val="000D367A"/>
    <w:rsid w:val="000F0474"/>
    <w:rsid w:val="001067CD"/>
    <w:rsid w:val="001461C6"/>
    <w:rsid w:val="00147918"/>
    <w:rsid w:val="00155FCC"/>
    <w:rsid w:val="001651B6"/>
    <w:rsid w:val="001A74BC"/>
    <w:rsid w:val="001B008C"/>
    <w:rsid w:val="001B07D7"/>
    <w:rsid w:val="001B6F6D"/>
    <w:rsid w:val="001B7D40"/>
    <w:rsid w:val="001D54F5"/>
    <w:rsid w:val="001F7C12"/>
    <w:rsid w:val="00216546"/>
    <w:rsid w:val="002472A8"/>
    <w:rsid w:val="00250FFF"/>
    <w:rsid w:val="00251520"/>
    <w:rsid w:val="00254785"/>
    <w:rsid w:val="002601DA"/>
    <w:rsid w:val="002621BB"/>
    <w:rsid w:val="002A477F"/>
    <w:rsid w:val="002C777D"/>
    <w:rsid w:val="002D74EA"/>
    <w:rsid w:val="002E0AD8"/>
    <w:rsid w:val="00323580"/>
    <w:rsid w:val="00336FFD"/>
    <w:rsid w:val="00370B3A"/>
    <w:rsid w:val="00392737"/>
    <w:rsid w:val="003A79A1"/>
    <w:rsid w:val="003C0608"/>
    <w:rsid w:val="003C0DD4"/>
    <w:rsid w:val="00452C06"/>
    <w:rsid w:val="00461B48"/>
    <w:rsid w:val="00462396"/>
    <w:rsid w:val="00471D25"/>
    <w:rsid w:val="004A2CDD"/>
    <w:rsid w:val="004B4054"/>
    <w:rsid w:val="004E378A"/>
    <w:rsid w:val="004F5235"/>
    <w:rsid w:val="005151B3"/>
    <w:rsid w:val="005318F6"/>
    <w:rsid w:val="00534DD6"/>
    <w:rsid w:val="0053555E"/>
    <w:rsid w:val="00547403"/>
    <w:rsid w:val="006013E0"/>
    <w:rsid w:val="006031B6"/>
    <w:rsid w:val="0067508D"/>
    <w:rsid w:val="00677266"/>
    <w:rsid w:val="00695EBA"/>
    <w:rsid w:val="006A669B"/>
    <w:rsid w:val="006B094D"/>
    <w:rsid w:val="006C353E"/>
    <w:rsid w:val="00743024"/>
    <w:rsid w:val="00771F6B"/>
    <w:rsid w:val="00792BF0"/>
    <w:rsid w:val="00793B26"/>
    <w:rsid w:val="00796A6A"/>
    <w:rsid w:val="007A59D3"/>
    <w:rsid w:val="007D47FB"/>
    <w:rsid w:val="00807BA1"/>
    <w:rsid w:val="00823E4E"/>
    <w:rsid w:val="008672D7"/>
    <w:rsid w:val="008C10C6"/>
    <w:rsid w:val="008D45EE"/>
    <w:rsid w:val="008E0562"/>
    <w:rsid w:val="008F3C75"/>
    <w:rsid w:val="009075B1"/>
    <w:rsid w:val="009456B2"/>
    <w:rsid w:val="0095032B"/>
    <w:rsid w:val="009761D1"/>
    <w:rsid w:val="00980CAC"/>
    <w:rsid w:val="00994635"/>
    <w:rsid w:val="009A52CB"/>
    <w:rsid w:val="009B0535"/>
    <w:rsid w:val="009B4E47"/>
    <w:rsid w:val="009B59A7"/>
    <w:rsid w:val="009C3E11"/>
    <w:rsid w:val="009D0925"/>
    <w:rsid w:val="00A50F24"/>
    <w:rsid w:val="00A532CF"/>
    <w:rsid w:val="00A825D2"/>
    <w:rsid w:val="00A90F76"/>
    <w:rsid w:val="00AE1457"/>
    <w:rsid w:val="00B036BD"/>
    <w:rsid w:val="00B11687"/>
    <w:rsid w:val="00B46F82"/>
    <w:rsid w:val="00B50093"/>
    <w:rsid w:val="00B555E4"/>
    <w:rsid w:val="00B6217B"/>
    <w:rsid w:val="00B67D64"/>
    <w:rsid w:val="00B75665"/>
    <w:rsid w:val="00BA281F"/>
    <w:rsid w:val="00BB4683"/>
    <w:rsid w:val="00BE2ABD"/>
    <w:rsid w:val="00BF55CA"/>
    <w:rsid w:val="00C0409F"/>
    <w:rsid w:val="00C453FE"/>
    <w:rsid w:val="00C56A9D"/>
    <w:rsid w:val="00C7659B"/>
    <w:rsid w:val="00CD72EC"/>
    <w:rsid w:val="00D21CA9"/>
    <w:rsid w:val="00D2699C"/>
    <w:rsid w:val="00D9055F"/>
    <w:rsid w:val="00DB718D"/>
    <w:rsid w:val="00DD1533"/>
    <w:rsid w:val="00DE350B"/>
    <w:rsid w:val="00DE3BD1"/>
    <w:rsid w:val="00E0072A"/>
    <w:rsid w:val="00E010D1"/>
    <w:rsid w:val="00E32BAB"/>
    <w:rsid w:val="00E355B2"/>
    <w:rsid w:val="00E37B3D"/>
    <w:rsid w:val="00E42531"/>
    <w:rsid w:val="00E63AA9"/>
    <w:rsid w:val="00E72202"/>
    <w:rsid w:val="00E87A99"/>
    <w:rsid w:val="00E9530A"/>
    <w:rsid w:val="00E966C7"/>
    <w:rsid w:val="00E97D64"/>
    <w:rsid w:val="00EB7596"/>
    <w:rsid w:val="00EC2A1E"/>
    <w:rsid w:val="00EC481B"/>
    <w:rsid w:val="00F13290"/>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803D429"/>
  <w15:docId w15:val="{488BA8A4-0274-4494-B44C-352559F3B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860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02%20Projekte\SKKAB\02_Lernmedien_GB\01_Administration\02_Templates\02_Praxisauftrag_SKKAB\PA_NrHK_TitelPA_EBAoEFZ_V0.01.dotx" TargetMode="Externa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94F3137AF244A4891966BAC705E2995" ma:contentTypeVersion="32" ma:contentTypeDescription="Ein neues Dokument erstellen." ma:contentTypeScope="" ma:versionID="da5e94f535dd8bfd9222c128bfae4168">
  <xsd:schema xmlns:xsd="http://www.w3.org/2001/XMLSchema" xmlns:xs="http://www.w3.org/2001/XMLSchema" xmlns:p="http://schemas.microsoft.com/office/2006/metadata/properties" xmlns:ns3="4f89800e-8423-4f39-8760-3c0861176d84" xmlns:ns4="35c2f117-ade3-4c34-8d2a-987290c72a0f" targetNamespace="http://schemas.microsoft.com/office/2006/metadata/properties" ma:root="true" ma:fieldsID="66116e1cbc6834ae809bed55ed6b1785" ns3:_="" ns4:_="">
    <xsd:import namespace="4f89800e-8423-4f39-8760-3c0861176d84"/>
    <xsd:import namespace="35c2f117-ade3-4c34-8d2a-987290c72a0f"/>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9800e-8423-4f39-8760-3c0861176d84"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Teachers" ma:index="22" nillable="true" ma:displayName="Invited Teachers" ma:internalName="Invited_Teachers">
      <xsd:simpleType>
        <xsd:restriction base="dms:Note">
          <xsd:maxLength value="255"/>
        </xsd:restriction>
      </xsd:simpleType>
    </xsd:element>
    <xsd:element name="Invited_Students" ma:index="23" nillable="true" ma:displayName="Invited Students" ma:internalName="Invited_Student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Teams_Channel_Section_Location" ma:index="39"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c2f117-ade3-4c34-8d2a-987290c72a0f" elementFormDefault="qualified">
    <xsd:import namespace="http://schemas.microsoft.com/office/2006/documentManagement/types"/>
    <xsd:import namespace="http://schemas.microsoft.com/office/infopath/2007/PartnerControls"/>
    <xsd:element name="SharedWithUsers" ma:index="2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Freigegeben für - Details" ma:internalName="SharedWithDetails" ma:readOnly="true">
      <xsd:simpleType>
        <xsd:restriction base="dms:Note">
          <xsd:maxLength value="255"/>
        </xsd:restriction>
      </xsd:simpleType>
    </xsd:element>
    <xsd:element name="SharingHintHash" ma:index="3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amsChannelId xmlns="4f89800e-8423-4f39-8760-3c0861176d84" xsi:nil="true"/>
    <IsNotebookLocked xmlns="4f89800e-8423-4f39-8760-3c0861176d84" xsi:nil="true"/>
    <Owner xmlns="4f89800e-8423-4f39-8760-3c0861176d84">
      <UserInfo>
        <DisplayName/>
        <AccountId xsi:nil="true"/>
        <AccountType/>
      </UserInfo>
    </Owner>
    <Student_Groups xmlns="4f89800e-8423-4f39-8760-3c0861176d84">
      <UserInfo>
        <DisplayName/>
        <AccountId xsi:nil="true"/>
        <AccountType/>
      </UserInfo>
    </Student_Groups>
    <DefaultSectionNames xmlns="4f89800e-8423-4f39-8760-3c0861176d84" xsi:nil="true"/>
    <Is_Collaboration_Space_Locked xmlns="4f89800e-8423-4f39-8760-3c0861176d84" xsi:nil="true"/>
    <NotebookType xmlns="4f89800e-8423-4f39-8760-3c0861176d84" xsi:nil="true"/>
    <CultureName xmlns="4f89800e-8423-4f39-8760-3c0861176d84" xsi:nil="true"/>
    <Teams_Channel_Section_Location xmlns="4f89800e-8423-4f39-8760-3c0861176d84" xsi:nil="true"/>
    <Self_Registration_Enabled xmlns="4f89800e-8423-4f39-8760-3c0861176d84" xsi:nil="true"/>
    <Has_Teacher_Only_SectionGroup xmlns="4f89800e-8423-4f39-8760-3c0861176d84" xsi:nil="true"/>
    <FolderType xmlns="4f89800e-8423-4f39-8760-3c0861176d84" xsi:nil="true"/>
    <LMS_Mappings xmlns="4f89800e-8423-4f39-8760-3c0861176d84" xsi:nil="true"/>
    <Invited_Teachers xmlns="4f89800e-8423-4f39-8760-3c0861176d84" xsi:nil="true"/>
    <Teachers xmlns="4f89800e-8423-4f39-8760-3c0861176d84">
      <UserInfo>
        <DisplayName/>
        <AccountId xsi:nil="true"/>
        <AccountType/>
      </UserInfo>
    </Teachers>
    <AppVersion xmlns="4f89800e-8423-4f39-8760-3c0861176d84" xsi:nil="true"/>
    <Invited_Students xmlns="4f89800e-8423-4f39-8760-3c0861176d84" xsi:nil="true"/>
    <Math_Settings xmlns="4f89800e-8423-4f39-8760-3c0861176d84" xsi:nil="true"/>
    <Templates xmlns="4f89800e-8423-4f39-8760-3c0861176d84" xsi:nil="true"/>
    <Students xmlns="4f89800e-8423-4f39-8760-3c0861176d84">
      <UserInfo>
        <DisplayName/>
        <AccountId xsi:nil="true"/>
        <AccountType/>
      </UserInfo>
    </Students>
    <Distribution_Groups xmlns="4f89800e-8423-4f39-8760-3c0861176d84" xsi:nil="true"/>
  </documentManagement>
</p:properties>
</file>

<file path=customXml/itemProps1.xml><?xml version="1.0" encoding="utf-8"?>
<ds:datastoreItem xmlns:ds="http://schemas.openxmlformats.org/officeDocument/2006/customXml" ds:itemID="{A4E7572A-EB40-4D7E-A418-A2A2819FEB72}">
  <ds:schemaRefs>
    <ds:schemaRef ds:uri="http://schemas.openxmlformats.org/officeDocument/2006/bibliography"/>
  </ds:schemaRefs>
</ds:datastoreItem>
</file>

<file path=customXml/itemProps2.xml><?xml version="1.0" encoding="utf-8"?>
<ds:datastoreItem xmlns:ds="http://schemas.openxmlformats.org/officeDocument/2006/customXml" ds:itemID="{09A93485-F907-4E2C-ACAC-6655223A3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9800e-8423-4f39-8760-3c0861176d84"/>
    <ds:schemaRef ds:uri="35c2f117-ade3-4c34-8d2a-987290c72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29B13A-1355-4879-9130-ED14C75956DE}">
  <ds:schemaRefs>
    <ds:schemaRef ds:uri="http://schemas.microsoft.com/sharepoint/v3/contenttype/forms"/>
  </ds:schemaRefs>
</ds:datastoreItem>
</file>

<file path=customXml/itemProps4.xml><?xml version="1.0" encoding="utf-8"?>
<ds:datastoreItem xmlns:ds="http://schemas.openxmlformats.org/officeDocument/2006/customXml" ds:itemID="{4A2A7EEB-7B30-43C6-A0C9-F82999E1B180}">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4f89800e-8423-4f39-8760-3c0861176d84"/>
    <ds:schemaRef ds:uri="http://schemas.microsoft.com/office/2006/documentManagement/types"/>
    <ds:schemaRef ds:uri="35c2f117-ade3-4c34-8d2a-987290c72a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PA_NrHK_TitelPA_EBAoEFZ_V0.01</Template>
  <TotalTime>0</TotalTime>
  <Pages>2</Pages>
  <Words>298</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Manuela Bossart</dc:creator>
  <cp:lastModifiedBy>Joëlle Clemen</cp:lastModifiedBy>
  <cp:revision>2</cp:revision>
  <cp:lastPrinted>2016-12-09T14:55:00Z</cp:lastPrinted>
  <dcterms:created xsi:type="dcterms:W3CDTF">2021-04-20T08:20:00Z</dcterms:created>
  <dcterms:modified xsi:type="dcterms:W3CDTF">2021-04-20T08:20:00Z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0x010100494F3137AF244A4891966BAC705E2995</vt:lpwstr>
  </property>
</Properties>
</file>